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2F" w:rsidRDefault="007D582F" w:rsidP="00763B46">
      <w:pPr>
        <w:ind w:right="-285" w:firstLine="3969"/>
        <w:rPr>
          <w:sz w:val="32"/>
        </w:rPr>
      </w:pPr>
      <w:r w:rsidRPr="00114B94">
        <w:rPr>
          <w:b/>
          <w:color w:val="FFFF00"/>
          <w:lang w:eastAsia="en-US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9.75pt" o:ole="" filled="t" fillcolor="yellow">
            <v:imagedata r:id="rId7" o:title=""/>
          </v:shape>
          <o:OLEObject Type="Embed" ProgID="Word.Picture.8" ShapeID="_x0000_i1025" DrawAspect="Content" ObjectID="_1722414744" r:id="rId8"/>
        </w:object>
      </w:r>
    </w:p>
    <w:p w:rsidR="007D582F" w:rsidRDefault="007D582F" w:rsidP="00763B46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7D582F" w:rsidRDefault="007D582F" w:rsidP="00763B46">
      <w:pPr>
        <w:pStyle w:val="Subtitle"/>
        <w:tabs>
          <w:tab w:val="left" w:pos="5387"/>
        </w:tabs>
      </w:pPr>
      <w:r>
        <w:t>Брянская область</w:t>
      </w:r>
    </w:p>
    <w:p w:rsidR="007D582F" w:rsidRDefault="007D582F" w:rsidP="00763B46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7D582F" w:rsidRDefault="007D582F" w:rsidP="00763B46">
      <w:pPr>
        <w:pStyle w:val="Subtitle"/>
        <w:tabs>
          <w:tab w:val="left" w:pos="2127"/>
        </w:tabs>
        <w:outlineLvl w:val="0"/>
      </w:pPr>
      <w:r>
        <w:t>РЕШЕНИЕ</w:t>
      </w:r>
    </w:p>
    <w:p w:rsidR="007D582F" w:rsidRDefault="007D582F" w:rsidP="00763B46">
      <w:pPr>
        <w:pStyle w:val="Plain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</w:p>
    <w:p w:rsidR="007D582F" w:rsidRDefault="007D582F" w:rsidP="00763B46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26 августа 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7D582F" w:rsidRDefault="007D582F" w:rsidP="00763B46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7D582F" w:rsidRDefault="007D582F" w:rsidP="00A30087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7D582F" w:rsidRDefault="007D582F" w:rsidP="00A30087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жилищного контроля на</w:t>
      </w:r>
    </w:p>
    <w:p w:rsidR="007D582F" w:rsidRDefault="007D582F" w:rsidP="00A30087">
      <w:pPr>
        <w:pStyle w:val="ConsPlusTitle"/>
        <w:widowControl/>
        <w:ind w:right="513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</w:t>
      </w:r>
    </w:p>
    <w:p w:rsidR="007D582F" w:rsidRPr="00A30087" w:rsidRDefault="007D582F" w:rsidP="00A30087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7D582F" w:rsidRDefault="007D582F" w:rsidP="003B7BF5">
      <w:pPr>
        <w:shd w:val="clear" w:color="auto" w:fill="FFFFFF"/>
        <w:ind w:firstLine="557"/>
        <w:jc w:val="both"/>
        <w:rPr>
          <w:sz w:val="28"/>
          <w:szCs w:val="28"/>
        </w:rPr>
      </w:pPr>
      <w:r w:rsidRPr="00A30087">
        <w:rPr>
          <w:sz w:val="28"/>
          <w:szCs w:val="28"/>
        </w:rPr>
        <w:t xml:space="preserve">В соответствии с ч. 4 статьи 15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A30087">
          <w:rPr>
            <w:sz w:val="28"/>
            <w:szCs w:val="28"/>
          </w:rPr>
          <w:t>2003 г</w:t>
        </w:r>
      </w:smartTag>
      <w:r w:rsidRPr="00A30087">
        <w:rPr>
          <w:sz w:val="28"/>
          <w:szCs w:val="28"/>
        </w:rPr>
        <w:t>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7D582F" w:rsidRDefault="007D582F" w:rsidP="003B7BF5">
      <w:pPr>
        <w:shd w:val="clear" w:color="auto" w:fill="FFFFFF"/>
        <w:tabs>
          <w:tab w:val="left" w:leader="underscore" w:pos="9566"/>
          <w:tab w:val="left" w:leader="underscore" w:pos="10296"/>
        </w:tabs>
        <w:ind w:firstLine="557"/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7D582F" w:rsidRPr="00A30087" w:rsidRDefault="007D582F" w:rsidP="003B7BF5">
      <w:pPr>
        <w:shd w:val="clear" w:color="auto" w:fill="FFFFFF"/>
        <w:tabs>
          <w:tab w:val="left" w:pos="1248"/>
          <w:tab w:val="left" w:pos="7655"/>
        </w:tabs>
        <w:ind w:firstLine="557"/>
        <w:jc w:val="both"/>
      </w:pPr>
      <w:r w:rsidRPr="00A30087">
        <w:rPr>
          <w:spacing w:val="-15"/>
          <w:sz w:val="28"/>
          <w:szCs w:val="28"/>
        </w:rPr>
        <w:t xml:space="preserve">1. </w:t>
      </w:r>
      <w:r w:rsidRPr="00A30087">
        <w:rPr>
          <w:sz w:val="28"/>
          <w:szCs w:val="28"/>
        </w:rPr>
        <w:t xml:space="preserve"> Принять  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 w:rsidRPr="00A30087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7D582F" w:rsidRPr="00A30087" w:rsidRDefault="007D582F" w:rsidP="003B7BF5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firstLine="557"/>
        <w:jc w:val="both"/>
      </w:pPr>
      <w:r w:rsidRPr="00A30087">
        <w:rPr>
          <w:spacing w:val="-10"/>
          <w:sz w:val="28"/>
          <w:szCs w:val="28"/>
        </w:rPr>
        <w:t xml:space="preserve">2. </w:t>
      </w:r>
      <w:r w:rsidRPr="00A30087">
        <w:rPr>
          <w:spacing w:val="-2"/>
          <w:sz w:val="28"/>
          <w:szCs w:val="28"/>
        </w:rPr>
        <w:t>Заключить соглашения о передаче администрации Мглинского района</w:t>
      </w:r>
      <w:r>
        <w:rPr>
          <w:spacing w:val="-2"/>
          <w:sz w:val="28"/>
          <w:szCs w:val="28"/>
        </w:rPr>
        <w:t xml:space="preserve"> </w:t>
      </w:r>
      <w:r w:rsidRPr="00A30087">
        <w:rPr>
          <w:spacing w:val="-1"/>
          <w:sz w:val="28"/>
          <w:szCs w:val="28"/>
        </w:rPr>
        <w:t xml:space="preserve">полномочий </w:t>
      </w:r>
      <w:r w:rsidRPr="00A30087">
        <w:rPr>
          <w:sz w:val="28"/>
          <w:szCs w:val="28"/>
        </w:rPr>
        <w:t>Мглинского городского поселения</w:t>
      </w:r>
      <w:r w:rsidRPr="00A30087">
        <w:rPr>
          <w:spacing w:val="-1"/>
          <w:sz w:val="28"/>
          <w:szCs w:val="28"/>
        </w:rPr>
        <w:t xml:space="preserve"> по осуществлению </w:t>
      </w:r>
      <w:r w:rsidRPr="00A30087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</w:t>
      </w:r>
      <w:r>
        <w:rPr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.  </w:t>
      </w:r>
      <w:r w:rsidRPr="00A30087">
        <w:rPr>
          <w:rFonts w:ascii="Arial" w:hAnsi="Arial" w:cs="Arial"/>
          <w:sz w:val="28"/>
          <w:szCs w:val="28"/>
        </w:rPr>
        <w:tab/>
      </w:r>
    </w:p>
    <w:p w:rsidR="007D582F" w:rsidRPr="00A30087" w:rsidRDefault="007D582F" w:rsidP="003B7BF5">
      <w:pPr>
        <w:shd w:val="clear" w:color="auto" w:fill="FFFFFF"/>
        <w:tabs>
          <w:tab w:val="left" w:pos="1176"/>
        </w:tabs>
        <w:ind w:firstLine="557"/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 w:rsidRPr="00A30087">
        <w:rPr>
          <w:spacing w:val="-22"/>
          <w:sz w:val="28"/>
          <w:szCs w:val="28"/>
        </w:rPr>
        <w:t xml:space="preserve">01 </w:t>
      </w:r>
      <w:r w:rsidRPr="00A30087">
        <w:rPr>
          <w:spacing w:val="-1"/>
          <w:sz w:val="28"/>
          <w:szCs w:val="28"/>
        </w:rPr>
        <w:t xml:space="preserve"> сентября 2022 года.  </w:t>
      </w:r>
    </w:p>
    <w:p w:rsidR="007D582F" w:rsidRPr="00A30087" w:rsidRDefault="007D582F" w:rsidP="003B7BF5">
      <w:pPr>
        <w:shd w:val="clear" w:color="auto" w:fill="FFFFFF"/>
        <w:tabs>
          <w:tab w:val="left" w:pos="9830"/>
        </w:tabs>
        <w:ind w:firstLine="557"/>
        <w:jc w:val="both"/>
        <w:rPr>
          <w:sz w:val="28"/>
          <w:szCs w:val="28"/>
        </w:rPr>
      </w:pPr>
      <w:r w:rsidRPr="00A30087">
        <w:rPr>
          <w:spacing w:val="-2"/>
          <w:sz w:val="28"/>
          <w:szCs w:val="28"/>
        </w:rPr>
        <w:t>4.</w:t>
      </w:r>
      <w:r w:rsidRPr="00A30087"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муниципального образования Мглинский район в сети Интернет (</w:t>
      </w:r>
      <w:r w:rsidRPr="00A30087">
        <w:rPr>
          <w:sz w:val="28"/>
          <w:szCs w:val="28"/>
          <w:lang w:val="en-US"/>
        </w:rPr>
        <w:t>www</w:t>
      </w:r>
      <w:r w:rsidRPr="00A30087">
        <w:rPr>
          <w:sz w:val="28"/>
          <w:szCs w:val="28"/>
        </w:rPr>
        <w:t>.</w:t>
      </w:r>
      <w:r w:rsidRPr="00A30087">
        <w:rPr>
          <w:sz w:val="28"/>
          <w:szCs w:val="28"/>
          <w:lang w:val="en-US"/>
        </w:rPr>
        <w:t>mgladm</w:t>
      </w:r>
      <w:r w:rsidRPr="00A30087">
        <w:rPr>
          <w:sz w:val="28"/>
          <w:szCs w:val="28"/>
        </w:rPr>
        <w:t>.</w:t>
      </w:r>
      <w:r w:rsidRPr="00A30087">
        <w:rPr>
          <w:sz w:val="28"/>
          <w:szCs w:val="28"/>
          <w:lang w:val="en-US"/>
        </w:rPr>
        <w:t>ru</w:t>
      </w:r>
      <w:r w:rsidRPr="00A30087">
        <w:rPr>
          <w:sz w:val="28"/>
          <w:szCs w:val="28"/>
        </w:rPr>
        <w:t>).</w:t>
      </w:r>
    </w:p>
    <w:p w:rsidR="007D582F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D582F" w:rsidRPr="00A30087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D582F" w:rsidRPr="00A30087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7D582F" w:rsidRPr="00A30087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D582F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D582F" w:rsidRPr="00A30087" w:rsidRDefault="007D582F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D582F" w:rsidRPr="00A30087" w:rsidRDefault="007D582F" w:rsidP="00A30087">
      <w:pPr>
        <w:framePr w:h="403" w:hRule="exact" w:hSpace="38" w:wrap="auto" w:vAnchor="text" w:hAnchor="text" w:x="207" w:y="553"/>
        <w:shd w:val="clear" w:color="auto" w:fill="FFFFFF"/>
      </w:pPr>
    </w:p>
    <w:p w:rsidR="007D582F" w:rsidRPr="00026F2B" w:rsidRDefault="007D582F" w:rsidP="003B7BF5">
      <w:pPr>
        <w:shd w:val="clear" w:color="auto" w:fill="FFFFFF"/>
        <w:tabs>
          <w:tab w:val="left" w:pos="5054"/>
          <w:tab w:val="left" w:pos="9826"/>
        </w:tabs>
        <w:spacing w:before="106" w:after="62"/>
        <w:ind w:left="5103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</w:p>
    <w:p w:rsidR="007D582F" w:rsidRDefault="007D582F" w:rsidP="00763B46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7D582F" w:rsidRPr="00026F2B" w:rsidRDefault="007D582F" w:rsidP="00763B46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 w:rsidRPr="00026F2B">
        <w:rPr>
          <w:sz w:val="28"/>
          <w:szCs w:val="28"/>
        </w:rPr>
        <w:t>Совета народных депутатов</w:t>
      </w:r>
    </w:p>
    <w:p w:rsidR="007D582F" w:rsidRDefault="007D582F" w:rsidP="00763B46">
      <w:pPr>
        <w:shd w:val="clear" w:color="auto" w:fill="FFFFFF"/>
        <w:spacing w:line="312" w:lineRule="exact"/>
        <w:ind w:left="192" w:firstLine="4734"/>
        <w:rPr>
          <w:sz w:val="28"/>
          <w:szCs w:val="28"/>
        </w:rPr>
      </w:pPr>
      <w:r>
        <w:rPr>
          <w:sz w:val="28"/>
          <w:szCs w:val="28"/>
        </w:rPr>
        <w:t xml:space="preserve">  от ____________ 2022</w:t>
      </w:r>
      <w:r w:rsidRPr="00026F2B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____ </w:t>
      </w:r>
    </w:p>
    <w:p w:rsidR="007D582F" w:rsidRDefault="007D582F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7D582F" w:rsidRDefault="007D582F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7D582F" w:rsidRPr="00F2135C" w:rsidRDefault="007D582F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приеме-передаче полномочий по осуществлению  муниципального жилищного контроля на территории Мглинского городского поселения Мглинского муниципального района Брянской области</w:t>
      </w:r>
    </w:p>
    <w:p w:rsidR="007D582F" w:rsidRPr="002B743B" w:rsidRDefault="007D582F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г.Мглин                                                                                        «     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2022г.</w:t>
      </w:r>
    </w:p>
    <w:p w:rsidR="007D582F" w:rsidRDefault="007D582F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7D582F" w:rsidRDefault="007D582F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7D582F" w:rsidRDefault="007D582F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7D582F" w:rsidRDefault="007D582F" w:rsidP="005C3B42">
      <w:pPr>
        <w:shd w:val="clear" w:color="auto" w:fill="FFFFFF"/>
        <w:ind w:left="3326"/>
      </w:pPr>
    </w:p>
    <w:p w:rsidR="007D582F" w:rsidRDefault="007D582F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Мглинского городского поселения по </w:t>
      </w:r>
      <w:r w:rsidRPr="00E64BC1">
        <w:rPr>
          <w:bCs/>
          <w:sz w:val="28"/>
          <w:szCs w:val="28"/>
        </w:rPr>
        <w:t>осуществ</w:t>
      </w:r>
      <w:r>
        <w:rPr>
          <w:bCs/>
          <w:sz w:val="28"/>
          <w:szCs w:val="28"/>
        </w:rPr>
        <w:t>лению  муниципального жилищного</w:t>
      </w:r>
      <w:r w:rsidRPr="00E64BC1">
        <w:rPr>
          <w:bCs/>
          <w:sz w:val="28"/>
          <w:szCs w:val="28"/>
        </w:rPr>
        <w:t xml:space="preserve"> контроля на территории Мглинского городского поселения Мглинского муниципального района Брянской</w:t>
      </w:r>
      <w:r>
        <w:rPr>
          <w:b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7D582F" w:rsidRDefault="007D582F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2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Мглинского городского поселения</w:t>
      </w:r>
      <w:bookmarkStart w:id="0" w:name="_GoBack"/>
      <w:bookmarkEnd w:id="0"/>
      <w:r>
        <w:rPr>
          <w:sz w:val="28"/>
          <w:szCs w:val="28"/>
        </w:rPr>
        <w:t xml:space="preserve"> по </w:t>
      </w:r>
      <w:r w:rsidRPr="00E64BC1">
        <w:rPr>
          <w:bCs/>
          <w:sz w:val="28"/>
          <w:szCs w:val="28"/>
        </w:rPr>
        <w:t>осуществ</w:t>
      </w:r>
      <w:r>
        <w:rPr>
          <w:bCs/>
          <w:sz w:val="28"/>
          <w:szCs w:val="28"/>
        </w:rPr>
        <w:t>лению  муниципального жилищного</w:t>
      </w:r>
      <w:r w:rsidRPr="00E64BC1">
        <w:rPr>
          <w:bCs/>
          <w:sz w:val="28"/>
          <w:szCs w:val="28"/>
        </w:rPr>
        <w:t xml:space="preserve"> контроля на территории Мглинского городского поселения Мглинского муниципального района Брянской</w:t>
      </w:r>
      <w:r>
        <w:rPr>
          <w:bCs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области </w:t>
      </w:r>
      <w:r>
        <w:rPr>
          <w:sz w:val="28"/>
          <w:szCs w:val="28"/>
        </w:rPr>
        <w:t>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7D582F" w:rsidRDefault="007D582F" w:rsidP="00ED09AA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7D582F" w:rsidRDefault="007D582F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7D582F" w:rsidRDefault="007D582F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7D582F" w:rsidRDefault="007D582F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7D582F" w:rsidRDefault="007D582F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7D582F" w:rsidRDefault="007D582F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7D582F" w:rsidRPr="00983FE1" w:rsidRDefault="007D582F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7D582F" w:rsidRPr="00983FE1" w:rsidRDefault="007D582F" w:rsidP="00F9227B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 xml:space="preserve">муниципального жилищного контроля 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7D582F" w:rsidRDefault="007D582F" w:rsidP="00F9227B">
      <w:pPr>
        <w:shd w:val="clear" w:color="auto" w:fill="FFFFFF"/>
        <w:tabs>
          <w:tab w:val="left" w:pos="1646"/>
        </w:tabs>
        <w:ind w:left="5" w:right="43" w:firstLine="557"/>
        <w:jc w:val="center"/>
        <w:rPr>
          <w:spacing w:val="-6"/>
          <w:sz w:val="28"/>
          <w:szCs w:val="28"/>
        </w:rPr>
      </w:pPr>
    </w:p>
    <w:p w:rsidR="007D582F" w:rsidRDefault="007D582F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7D582F" w:rsidRDefault="007D582F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7D582F" w:rsidRDefault="007D582F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разделом1настоящего Соглашения;</w:t>
      </w:r>
    </w:p>
    <w:p w:rsidR="007D582F" w:rsidRDefault="007D582F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7D582F" w:rsidRDefault="007D582F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7D582F" w:rsidRPr="00796BFA" w:rsidRDefault="007D582F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7D582F" w:rsidRDefault="007D582F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7D582F" w:rsidRDefault="007D582F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7D582F" w:rsidRDefault="007D582F" w:rsidP="00ED09AA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7D582F" w:rsidRDefault="007D582F" w:rsidP="00ED09A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Совета народных депутатов города Мглина.</w:t>
      </w:r>
    </w:p>
    <w:p w:rsidR="007D582F" w:rsidRDefault="007D582F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7D582F" w:rsidRDefault="007D582F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7D582F" w:rsidRDefault="007D582F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выполненные)полномочия.</w:t>
      </w:r>
    </w:p>
    <w:p w:rsidR="007D582F" w:rsidRDefault="007D582F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7D582F" w:rsidRDefault="007D582F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7D582F" w:rsidRDefault="007D582F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7D582F" w:rsidRDefault="007D582F" w:rsidP="00ED09AA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7D582F" w:rsidRDefault="007D582F" w:rsidP="00ED09AA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Полномочия по настоящему соглашению передаются  с  01 сентября</w:t>
      </w:r>
      <w:r>
        <w:rPr>
          <w:sz w:val="28"/>
          <w:szCs w:val="28"/>
        </w:rPr>
        <w:t>2022 года по 31.12.2022 г.</w:t>
      </w:r>
    </w:p>
    <w:p w:rsidR="007D582F" w:rsidRDefault="007D582F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7D582F" w:rsidRDefault="007D582F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7D582F" w:rsidRDefault="007D582F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7D582F" w:rsidRDefault="007D582F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7D582F" w:rsidRDefault="007D582F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7D582F" w:rsidRDefault="007D582F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7D582F" w:rsidRDefault="007D582F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7D582F" w:rsidRDefault="007D582F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7D582F" w:rsidRPr="00790B15" w:rsidRDefault="007D582F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7D582F" w:rsidRDefault="007D582F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7D582F" w:rsidRDefault="007D582F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7D582F" w:rsidRDefault="007D582F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7D582F" w:rsidRPr="00790B15" w:rsidRDefault="007D582F" w:rsidP="0082469E">
      <w:pPr>
        <w:shd w:val="clear" w:color="auto" w:fill="FFFFFF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7D582F" w:rsidRDefault="007D582F" w:rsidP="0082469E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7D582F" w:rsidRDefault="007D582F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_________  Г.Ф. Подвербный                                           ______</w:t>
      </w:r>
      <w:r w:rsidRPr="00790B1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А.Г. Резунов</w:t>
      </w:r>
    </w:p>
    <w:p w:rsidR="007D582F" w:rsidRDefault="007D582F" w:rsidP="00ED09AA">
      <w:pPr>
        <w:shd w:val="clear" w:color="auto" w:fill="FFFFFF"/>
        <w:tabs>
          <w:tab w:val="left" w:pos="1670"/>
        </w:tabs>
        <w:spacing w:before="298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Default="007D582F">
      <w:pPr>
        <w:shd w:val="clear" w:color="auto" w:fill="FFFFFF"/>
        <w:spacing w:before="5" w:line="322" w:lineRule="exact"/>
        <w:ind w:left="5" w:firstLine="437"/>
        <w:jc w:val="both"/>
      </w:pPr>
    </w:p>
    <w:p w:rsidR="007D582F" w:rsidRPr="00026F2B" w:rsidRDefault="007D582F" w:rsidP="000A29DD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 xml:space="preserve">Приложение 2 </w:t>
      </w:r>
    </w:p>
    <w:p w:rsidR="007D582F" w:rsidRPr="00026F2B" w:rsidRDefault="007D582F" w:rsidP="000A29DD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6F2B">
        <w:rPr>
          <w:sz w:val="28"/>
          <w:szCs w:val="28"/>
        </w:rPr>
        <w:t>к решению Совета народных депутатов</w:t>
      </w:r>
    </w:p>
    <w:p w:rsidR="007D582F" w:rsidRDefault="007D582F" w:rsidP="000A29DD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 w:rsidRPr="00026F2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орода Мглина </w:t>
      </w:r>
    </w:p>
    <w:p w:rsidR="007D582F" w:rsidRDefault="007D582F" w:rsidP="000A29DD">
      <w:pPr>
        <w:shd w:val="clear" w:color="auto" w:fill="FFFFFF"/>
        <w:spacing w:line="312" w:lineRule="exact"/>
        <w:ind w:left="192" w:firstLine="4911"/>
        <w:rPr>
          <w:sz w:val="28"/>
          <w:szCs w:val="28"/>
        </w:rPr>
      </w:pPr>
      <w:r>
        <w:rPr>
          <w:sz w:val="28"/>
          <w:szCs w:val="28"/>
        </w:rPr>
        <w:t xml:space="preserve"> от ___________ 2022</w:t>
      </w:r>
      <w:r w:rsidRPr="00026F2B">
        <w:rPr>
          <w:sz w:val="28"/>
          <w:szCs w:val="28"/>
        </w:rPr>
        <w:t xml:space="preserve"> года №   </w:t>
      </w:r>
    </w:p>
    <w:p w:rsidR="007D582F" w:rsidRDefault="007D582F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7D582F" w:rsidRPr="00026F2B" w:rsidRDefault="007D582F" w:rsidP="00026F2B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7D582F" w:rsidRDefault="007D582F" w:rsidP="00527E8B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7D582F" w:rsidRDefault="007D582F" w:rsidP="00527E8B">
      <w:pPr>
        <w:shd w:val="clear" w:color="auto" w:fill="FFFFFF"/>
        <w:spacing w:line="312" w:lineRule="exact"/>
        <w:jc w:val="center"/>
      </w:pPr>
      <w:r>
        <w:rPr>
          <w:b/>
          <w:bCs/>
          <w:spacing w:val="-1"/>
          <w:sz w:val="28"/>
          <w:szCs w:val="28"/>
        </w:rPr>
        <w:t xml:space="preserve">предоставления иных межбюджетных трансфертов из   бюджета Мглинского </w:t>
      </w:r>
      <w:r>
        <w:rPr>
          <w:b/>
          <w:bCs/>
          <w:sz w:val="28"/>
          <w:szCs w:val="28"/>
        </w:rPr>
        <w:t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  муниципальному жилищному контролю на территории Мглинского городского поселения Мглинского муниципального района Брянской области</w:t>
      </w:r>
    </w:p>
    <w:p w:rsidR="007D582F" w:rsidRDefault="007D582F" w:rsidP="00026F2B">
      <w:pPr>
        <w:shd w:val="clear" w:color="auto" w:fill="FFFFFF"/>
        <w:spacing w:before="326" w:line="322" w:lineRule="exact"/>
        <w:ind w:left="14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7D582F" w:rsidRPr="00985799" w:rsidRDefault="007D582F" w:rsidP="00985799">
      <w:pPr>
        <w:shd w:val="clear" w:color="auto" w:fill="FFFFFF"/>
        <w:spacing w:line="312" w:lineRule="exact"/>
        <w:jc w:val="both"/>
      </w:pPr>
      <w:r>
        <w:rPr>
          <w:sz w:val="28"/>
          <w:szCs w:val="28"/>
        </w:rPr>
        <w:t xml:space="preserve">        1.</w:t>
      </w:r>
      <w:r w:rsidRPr="002A6DF1">
        <w:rPr>
          <w:sz w:val="28"/>
          <w:szCs w:val="28"/>
        </w:rPr>
        <w:t>Настоящий Порядок и условия предоставления иных межбюджетных трансфертов,</w:t>
      </w:r>
      <w:r>
        <w:rPr>
          <w:sz w:val="28"/>
          <w:szCs w:val="28"/>
        </w:rPr>
        <w:t xml:space="preserve"> </w:t>
      </w:r>
      <w:r w:rsidRPr="002A6DF1">
        <w:rPr>
          <w:sz w:val="28"/>
          <w:szCs w:val="28"/>
        </w:rPr>
        <w:t xml:space="preserve">предоставляемых из бюджета Мглинского городского поселения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поселения)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 xml:space="preserve">(далее – бюджет района) </w:t>
      </w:r>
      <w:r w:rsidRPr="002A6DF1">
        <w:rPr>
          <w:sz w:val="28"/>
          <w:szCs w:val="28"/>
        </w:rPr>
        <w:t>на осуществление полномочий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 муниципальному жилищному</w:t>
      </w:r>
      <w:r w:rsidRPr="00985799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7D582F" w:rsidRPr="00F8624A" w:rsidRDefault="007D582F" w:rsidP="00F8624A">
      <w:pPr>
        <w:shd w:val="clear" w:color="auto" w:fill="FFFFFF"/>
        <w:spacing w:line="312" w:lineRule="exact"/>
        <w:jc w:val="both"/>
      </w:pPr>
      <w:r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</w:t>
      </w:r>
      <w:r w:rsidRPr="00F8624A">
        <w:rPr>
          <w:bCs/>
          <w:sz w:val="28"/>
          <w:szCs w:val="28"/>
        </w:rPr>
        <w:t>по   му</w:t>
      </w:r>
      <w:r>
        <w:rPr>
          <w:bCs/>
          <w:sz w:val="28"/>
          <w:szCs w:val="28"/>
        </w:rPr>
        <w:t>ниципальному жилищному</w:t>
      </w:r>
      <w:r w:rsidRPr="00F8624A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7D582F" w:rsidRPr="000F6AD1" w:rsidRDefault="007D582F" w:rsidP="000F6AD1">
      <w:pPr>
        <w:shd w:val="clear" w:color="auto" w:fill="FFFFFF"/>
        <w:spacing w:line="312" w:lineRule="exact"/>
        <w:ind w:firstLine="567"/>
        <w:jc w:val="both"/>
      </w:pPr>
      <w:r>
        <w:rPr>
          <w:sz w:val="28"/>
          <w:szCs w:val="28"/>
        </w:rPr>
        <w:t xml:space="preserve">3. Размер иных межбюджетных трансфертов определяется в соответствии с Методикой расчета иных межбюджетных трансфертов, предоставляемых из бюджета поселения в бюджет района на осуществление полномочий по </w:t>
      </w:r>
      <w:r>
        <w:rPr>
          <w:bCs/>
          <w:sz w:val="28"/>
          <w:szCs w:val="28"/>
        </w:rPr>
        <w:t>муниципальному жилищному</w:t>
      </w:r>
      <w:r w:rsidRPr="000F6AD1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7D582F" w:rsidRDefault="007D582F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4.</w:t>
      </w:r>
      <w:r>
        <w:rPr>
          <w:sz w:val="28"/>
          <w:szCs w:val="28"/>
        </w:rPr>
        <w:t>Ежегодный объем межбюджетных трансфертов перечисляется ежемесячно, ежеквартально в соответствии с утвержденным кассовым планом.</w:t>
      </w:r>
    </w:p>
    <w:p w:rsidR="007D582F" w:rsidRDefault="007D582F" w:rsidP="00026F2B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7D582F" w:rsidRDefault="007D582F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6.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7D582F" w:rsidRDefault="007D582F" w:rsidP="00026F2B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>7.В случае невыполнения Мглинским городским поселением  обязательств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7D582F" w:rsidRDefault="007D582F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7D582F" w:rsidRDefault="007D582F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7D582F" w:rsidRDefault="007D582F" w:rsidP="00446F52">
      <w:pPr>
        <w:shd w:val="clear" w:color="auto" w:fill="FFFFFF"/>
        <w:spacing w:line="274" w:lineRule="exact"/>
        <w:ind w:left="4402"/>
        <w:rPr>
          <w:sz w:val="24"/>
          <w:szCs w:val="24"/>
        </w:rPr>
      </w:pPr>
    </w:p>
    <w:p w:rsidR="007D582F" w:rsidRPr="00382A95" w:rsidRDefault="007D582F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Приложение 1</w:t>
      </w:r>
    </w:p>
    <w:p w:rsidR="007D582F" w:rsidRPr="00382A95" w:rsidRDefault="007D582F" w:rsidP="00382A95">
      <w:pPr>
        <w:shd w:val="clear" w:color="auto" w:fill="FFFFFF"/>
        <w:ind w:left="4400"/>
        <w:rPr>
          <w:sz w:val="28"/>
          <w:szCs w:val="28"/>
        </w:rPr>
      </w:pPr>
      <w:r w:rsidRPr="00382A95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382A95">
        <w:rPr>
          <w:sz w:val="28"/>
          <w:szCs w:val="28"/>
        </w:rPr>
        <w:t xml:space="preserve">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</w:t>
      </w:r>
      <w:r>
        <w:rPr>
          <w:bCs/>
          <w:sz w:val="28"/>
          <w:szCs w:val="28"/>
        </w:rPr>
        <w:t>муниципальному жилищному</w:t>
      </w:r>
      <w:r w:rsidRPr="00A22F3D">
        <w:rPr>
          <w:bCs/>
          <w:sz w:val="28"/>
          <w:szCs w:val="28"/>
        </w:rPr>
        <w:t xml:space="preserve"> контролю на территории Мглинского городского поселения Мглинского муниципального района Брянской области</w:t>
      </w:r>
    </w:p>
    <w:p w:rsidR="007D582F" w:rsidRDefault="007D582F" w:rsidP="00446F52">
      <w:pPr>
        <w:shd w:val="clear" w:color="auto" w:fill="FFFFFF"/>
        <w:spacing w:before="1661" w:line="274" w:lineRule="exact"/>
        <w:ind w:left="288"/>
        <w:jc w:val="center"/>
      </w:pPr>
      <w:r>
        <w:rPr>
          <w:b/>
          <w:bCs/>
          <w:sz w:val="24"/>
          <w:szCs w:val="24"/>
        </w:rPr>
        <w:t>ОТЧЕТ</w:t>
      </w:r>
    </w:p>
    <w:p w:rsidR="007D582F" w:rsidRDefault="007D582F" w:rsidP="00446F52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7D582F" w:rsidRDefault="007D582F" w:rsidP="00446F52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7D582F" w:rsidRDefault="007D582F" w:rsidP="00446F52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(руб)</w:t>
      </w:r>
    </w:p>
    <w:p w:rsidR="007D582F" w:rsidRDefault="007D582F" w:rsidP="00446F52">
      <w:pPr>
        <w:spacing w:after="28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5"/>
        <w:gridCol w:w="987"/>
        <w:gridCol w:w="1229"/>
        <w:gridCol w:w="1560"/>
        <w:gridCol w:w="1334"/>
        <w:gridCol w:w="1426"/>
        <w:gridCol w:w="1978"/>
      </w:tblGrid>
      <w:tr w:rsidR="007D582F" w:rsidTr="00527E8B">
        <w:trPr>
          <w:trHeight w:hRule="exact" w:val="29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</w:tr>
      <w:tr w:rsidR="007D582F" w:rsidTr="00527E8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средств из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</w:tr>
      <w:tr w:rsidR="007D582F" w:rsidTr="00527E8B">
        <w:trPr>
          <w:trHeight w:hRule="exact" w:val="274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расхода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бюджета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58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бюджетных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исполнение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7D582F" w:rsidTr="00527E8B">
        <w:trPr>
          <w:trHeight w:hRule="exact" w:val="278"/>
        </w:trPr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86"/>
            </w:pPr>
            <w:r>
              <w:rPr>
                <w:spacing w:val="-2"/>
                <w:sz w:val="24"/>
                <w:szCs w:val="24"/>
              </w:rPr>
              <w:t>расходного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поселения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ассигнований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обязательств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7D582F" w:rsidTr="00527E8B">
        <w:trPr>
          <w:trHeight w:hRule="exact" w:val="552"/>
        </w:trPr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43"/>
            </w:pPr>
            <w:r>
              <w:rPr>
                <w:spacing w:val="-2"/>
                <w:sz w:val="24"/>
                <w:szCs w:val="24"/>
              </w:rPr>
              <w:t>полномочия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  <w:ind w:left="106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на 20__год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за 20__   год</w:t>
            </w:r>
          </w:p>
        </w:tc>
        <w:tc>
          <w:tcPr>
            <w:tcW w:w="19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</w:tr>
      <w:tr w:rsidR="007D582F" w:rsidTr="00527E8B">
        <w:trPr>
          <w:trHeight w:hRule="exact" w:val="288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</w:tr>
      <w:tr w:rsidR="007D582F" w:rsidTr="00527E8B">
        <w:trPr>
          <w:trHeight w:hRule="exact" w:val="2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F00B9D">
            <w:pPr>
              <w:shd w:val="clear" w:color="auto" w:fill="FFFFFF"/>
            </w:pPr>
          </w:p>
        </w:tc>
      </w:tr>
    </w:tbl>
    <w:p w:rsidR="007D582F" w:rsidRDefault="007D582F" w:rsidP="00446F52">
      <w:pPr>
        <w:sectPr w:rsidR="007D582F" w:rsidSect="00763B46">
          <w:pgSz w:w="11909" w:h="16834"/>
          <w:pgMar w:top="567" w:right="706" w:bottom="720" w:left="989" w:header="720" w:footer="720" w:gutter="0"/>
          <w:cols w:space="60"/>
          <w:noEndnote/>
        </w:sectPr>
      </w:pPr>
    </w:p>
    <w:p w:rsidR="007D582F" w:rsidRPr="00026F2B" w:rsidRDefault="007D582F" w:rsidP="003B7BF5">
      <w:pPr>
        <w:shd w:val="clear" w:color="auto" w:fill="FFFFFF"/>
        <w:spacing w:line="312" w:lineRule="exact"/>
        <w:ind w:left="5103"/>
        <w:rPr>
          <w:sz w:val="28"/>
          <w:szCs w:val="28"/>
        </w:rPr>
      </w:pPr>
      <w:r w:rsidRPr="00026F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3 </w:t>
      </w: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Мглинского районного </w:t>
      </w:r>
      <w:r w:rsidRPr="00026F2B">
        <w:rPr>
          <w:sz w:val="28"/>
          <w:szCs w:val="28"/>
        </w:rPr>
        <w:t>Совета народных депутатов</w:t>
      </w:r>
    </w:p>
    <w:p w:rsidR="007D582F" w:rsidRDefault="007D582F" w:rsidP="003B7BF5">
      <w:pPr>
        <w:shd w:val="clear" w:color="auto" w:fill="FFFFFF"/>
        <w:spacing w:line="312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от ___________ 2022</w:t>
      </w:r>
      <w:r w:rsidRPr="00026F2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____</w:t>
      </w:r>
    </w:p>
    <w:p w:rsidR="007D582F" w:rsidRDefault="007D582F" w:rsidP="00527E8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D582F" w:rsidRDefault="007D582F" w:rsidP="00527E8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7D582F" w:rsidRDefault="007D582F" w:rsidP="00CE2DA5">
      <w:pPr>
        <w:shd w:val="clear" w:color="auto" w:fill="FFFFFF"/>
        <w:spacing w:line="312" w:lineRule="exact"/>
        <w:jc w:val="center"/>
      </w:pPr>
      <w:r>
        <w:rPr>
          <w:b/>
          <w:bCs/>
          <w:spacing w:val="-6"/>
          <w:sz w:val="28"/>
          <w:szCs w:val="28"/>
        </w:rPr>
        <w:t xml:space="preserve">расчета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 xml:space="preserve">Мглинского городского поселения  Мглинского муниципального района Брянской области на осуществление полномочий </w:t>
      </w:r>
      <w:r>
        <w:rPr>
          <w:b/>
          <w:bCs/>
          <w:sz w:val="28"/>
          <w:szCs w:val="28"/>
        </w:rPr>
        <w:t>по  муниципальному жилищному контролю на территории Мглинского городского поселения Мглинского муниципального района Брянской области</w:t>
      </w:r>
    </w:p>
    <w:p w:rsidR="007D582F" w:rsidRDefault="007D582F" w:rsidP="00527E8B">
      <w:pPr>
        <w:shd w:val="clear" w:color="auto" w:fill="FFFFFF"/>
        <w:jc w:val="center"/>
      </w:pPr>
    </w:p>
    <w:p w:rsidR="007D582F" w:rsidRPr="00527E8B" w:rsidRDefault="007D582F" w:rsidP="00CE2DA5">
      <w:pPr>
        <w:numPr>
          <w:ilvl w:val="0"/>
          <w:numId w:val="10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 w:rsidRPr="00CE2DA5"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</w:t>
      </w:r>
      <w:r>
        <w:rPr>
          <w:sz w:val="28"/>
          <w:szCs w:val="28"/>
        </w:rPr>
        <w:t>ных с передачей полномочий по осуществлению муниципального жилищного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.</w:t>
      </w:r>
    </w:p>
    <w:p w:rsidR="007D582F" w:rsidRPr="00382A95" w:rsidRDefault="007D582F" w:rsidP="00446F52">
      <w:pPr>
        <w:numPr>
          <w:ilvl w:val="0"/>
          <w:numId w:val="10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 w:rsidRPr="00527E8B">
        <w:rPr>
          <w:sz w:val="28"/>
          <w:szCs w:val="28"/>
        </w:rPr>
        <w:t>Объемы иных межбюджетных трансфертов, предоставляемых из бюджет</w:t>
      </w:r>
      <w:r>
        <w:rPr>
          <w:sz w:val="28"/>
          <w:szCs w:val="28"/>
        </w:rPr>
        <w:t>а</w:t>
      </w:r>
      <w:r w:rsidRPr="00527E8B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</w:t>
      </w:r>
      <w:r w:rsidRPr="002A6DF1">
        <w:rPr>
          <w:sz w:val="28"/>
          <w:szCs w:val="28"/>
        </w:rPr>
        <w:t xml:space="preserve">в бюджет Мглинского муниципального района Брянской области </w:t>
      </w:r>
      <w:r>
        <w:rPr>
          <w:sz w:val="28"/>
          <w:szCs w:val="28"/>
        </w:rPr>
        <w:t>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 w:rsidRPr="00382A95">
        <w:rPr>
          <w:sz w:val="28"/>
          <w:szCs w:val="28"/>
        </w:rPr>
        <w:t>расходов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на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оплату</w:t>
      </w:r>
      <w:r w:rsidRPr="00382A95">
        <w:rPr>
          <w:rFonts w:ascii="Arial" w:cs="Arial"/>
          <w:sz w:val="28"/>
          <w:szCs w:val="28"/>
        </w:rPr>
        <w:tab/>
      </w:r>
      <w:r w:rsidRPr="00382A95">
        <w:rPr>
          <w:sz w:val="28"/>
          <w:szCs w:val="28"/>
        </w:rPr>
        <w:t>труда</w:t>
      </w:r>
      <w:r w:rsidRPr="00382A95"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 w:rsidRPr="00382A95">
        <w:rPr>
          <w:sz w:val="28"/>
          <w:szCs w:val="28"/>
        </w:rPr>
        <w:t>, непосредственно осуществляющих переданные полномочия,  материальные затраты, необходимые для осуществления работниками переданных полномочий.</w:t>
      </w:r>
    </w:p>
    <w:p w:rsidR="007D582F" w:rsidRDefault="007D582F" w:rsidP="00446F52">
      <w:pPr>
        <w:numPr>
          <w:ilvl w:val="0"/>
          <w:numId w:val="10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 w:rsidRPr="00382A95"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>
        <w:rPr>
          <w:spacing w:val="-5"/>
          <w:sz w:val="28"/>
          <w:szCs w:val="28"/>
        </w:rPr>
        <w:t xml:space="preserve"> полномочий по</w:t>
      </w:r>
      <w:r>
        <w:rPr>
          <w:sz w:val="28"/>
          <w:szCs w:val="28"/>
        </w:rPr>
        <w:t xml:space="preserve"> осуществлению муниципального жилищного контроля</w:t>
      </w:r>
      <w:r w:rsidRPr="00CE2DA5">
        <w:rPr>
          <w:sz w:val="28"/>
          <w:szCs w:val="28"/>
        </w:rPr>
        <w:t xml:space="preserve"> на территории Мглинского городского поселения Мглинского муниципального района Брянской области</w:t>
      </w:r>
      <w:r>
        <w:rPr>
          <w:sz w:val="28"/>
          <w:szCs w:val="28"/>
        </w:rPr>
        <w:t>, рассчитывается по формуле:</w:t>
      </w:r>
    </w:p>
    <w:p w:rsidR="007D582F" w:rsidRPr="005378D7" w:rsidRDefault="007D582F" w:rsidP="00446F52">
      <w:pPr>
        <w:shd w:val="clear" w:color="auto" w:fill="FFFFFF"/>
        <w:spacing w:before="307"/>
        <w:ind w:left="710"/>
        <w:rPr>
          <w:i/>
        </w:rPr>
      </w:pPr>
      <w:r>
        <w:rPr>
          <w:b/>
          <w:bCs/>
          <w:spacing w:val="-4"/>
          <w:sz w:val="28"/>
          <w:szCs w:val="28"/>
          <w:lang w:val="en-US"/>
        </w:rPr>
        <w:t>Sn</w:t>
      </w:r>
      <w:r w:rsidRPr="00CF19EC">
        <w:rPr>
          <w:b/>
          <w:bCs/>
          <w:spacing w:val="-4"/>
          <w:sz w:val="28"/>
          <w:szCs w:val="28"/>
        </w:rPr>
        <w:t xml:space="preserve"> = </w:t>
      </w:r>
      <w:r>
        <w:rPr>
          <w:b/>
          <w:bCs/>
          <w:spacing w:val="-4"/>
          <w:sz w:val="28"/>
          <w:szCs w:val="28"/>
          <w:lang w:val="en-US"/>
        </w:rPr>
        <w:t>P</w:t>
      </w:r>
      <w:r>
        <w:rPr>
          <w:b/>
          <w:bCs/>
          <w:spacing w:val="-4"/>
          <w:sz w:val="28"/>
          <w:szCs w:val="28"/>
        </w:rPr>
        <w:t xml:space="preserve"> х</w:t>
      </w: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</w:p>
    <w:p w:rsidR="007D582F" w:rsidRDefault="007D582F" w:rsidP="00C25FE8">
      <w:pPr>
        <w:shd w:val="clear" w:color="auto" w:fill="FFFFFF"/>
        <w:tabs>
          <w:tab w:val="left" w:pos="1814"/>
          <w:tab w:val="left" w:pos="5136"/>
          <w:tab w:val="left" w:pos="9923"/>
        </w:tabs>
        <w:spacing w:before="355" w:line="307" w:lineRule="exact"/>
        <w:ind w:firstLine="710"/>
        <w:jc w:val="both"/>
      </w:pPr>
      <w:r>
        <w:rPr>
          <w:sz w:val="28"/>
          <w:szCs w:val="28"/>
        </w:rPr>
        <w:t>где:</w:t>
      </w:r>
      <w:r>
        <w:rPr>
          <w:b/>
          <w:bCs/>
          <w:spacing w:val="-4"/>
          <w:sz w:val="28"/>
          <w:szCs w:val="28"/>
          <w:lang w:val="en-US"/>
        </w:rPr>
        <w:t>Sn</w:t>
      </w:r>
      <w:r>
        <w:rPr>
          <w:sz w:val="28"/>
          <w:szCs w:val="28"/>
        </w:rPr>
        <w:t xml:space="preserve"> - размер иных межбюджетных трансфертов на оплату труда </w:t>
      </w:r>
      <w:r>
        <w:rPr>
          <w:spacing w:val="-3"/>
          <w:sz w:val="28"/>
          <w:szCs w:val="28"/>
        </w:rPr>
        <w:t xml:space="preserve">работников, непосредственно осуществляющих переданные </w:t>
      </w:r>
      <w:r>
        <w:rPr>
          <w:spacing w:val="-7"/>
          <w:sz w:val="28"/>
          <w:szCs w:val="28"/>
        </w:rPr>
        <w:t xml:space="preserve">полномочия, </w:t>
      </w:r>
      <w:r>
        <w:rPr>
          <w:rFonts w:ascii="Arial" w:cs="Arial"/>
          <w:sz w:val="28"/>
          <w:szCs w:val="28"/>
        </w:rPr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полномочий.</w:t>
      </w:r>
    </w:p>
    <w:p w:rsidR="007D582F" w:rsidRDefault="007D582F" w:rsidP="006940C3">
      <w:pPr>
        <w:shd w:val="clear" w:color="auto" w:fill="FFFFFF"/>
        <w:spacing w:before="312" w:line="307" w:lineRule="exact"/>
        <w:ind w:right="5" w:firstLine="710"/>
        <w:jc w:val="both"/>
      </w:pPr>
      <w:r w:rsidRPr="00CF19EC">
        <w:rPr>
          <w:b/>
          <w:spacing w:val="-2"/>
          <w:sz w:val="28"/>
          <w:szCs w:val="28"/>
          <w:lang w:val="en-US"/>
        </w:rPr>
        <w:t>P</w:t>
      </w:r>
      <w:r>
        <w:rPr>
          <w:spacing w:val="-2"/>
          <w:sz w:val="28"/>
          <w:szCs w:val="28"/>
        </w:rPr>
        <w:t xml:space="preserve">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7D582F" w:rsidRPr="00AF602C" w:rsidRDefault="007D582F" w:rsidP="00446F52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P</w:t>
      </w:r>
      <w:r w:rsidRPr="00AF602C">
        <w:rPr>
          <w:b/>
          <w:bCs/>
          <w:spacing w:val="-5"/>
          <w:sz w:val="28"/>
          <w:szCs w:val="28"/>
        </w:rPr>
        <w:t xml:space="preserve">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 w:rsidRPr="00AF602C">
        <w:rPr>
          <w:b/>
          <w:bCs/>
          <w:spacing w:val="-5"/>
          <w:sz w:val="28"/>
          <w:szCs w:val="28"/>
        </w:rPr>
        <w:t>+</w:t>
      </w:r>
      <w:r>
        <w:rPr>
          <w:b/>
          <w:bCs/>
          <w:spacing w:val="-4"/>
          <w:sz w:val="28"/>
          <w:szCs w:val="28"/>
          <w:lang w:val="en-US"/>
        </w:rPr>
        <w:t>S</w:t>
      </w:r>
      <w:r>
        <w:rPr>
          <w:b/>
          <w:bCs/>
          <w:spacing w:val="-4"/>
          <w:sz w:val="28"/>
          <w:szCs w:val="28"/>
        </w:rPr>
        <w:t>мз</w:t>
      </w:r>
      <w:r w:rsidRPr="00AF602C">
        <w:rPr>
          <w:spacing w:val="-5"/>
          <w:sz w:val="28"/>
          <w:szCs w:val="28"/>
        </w:rPr>
        <w:t>,</w:t>
      </w:r>
    </w:p>
    <w:p w:rsidR="007D582F" w:rsidRPr="00AF602C" w:rsidRDefault="007D582F" w:rsidP="00446F52">
      <w:pPr>
        <w:shd w:val="clear" w:color="auto" w:fill="FFFFFF"/>
        <w:spacing w:before="302"/>
        <w:ind w:left="710"/>
      </w:pPr>
    </w:p>
    <w:p w:rsidR="007D582F" w:rsidRDefault="007D582F" w:rsidP="00446F52">
      <w:pPr>
        <w:shd w:val="clear" w:color="auto" w:fill="FFFFFF"/>
        <w:spacing w:line="307" w:lineRule="exact"/>
        <w:ind w:left="715"/>
      </w:pPr>
      <w:r>
        <w:rPr>
          <w:spacing w:val="-5"/>
          <w:sz w:val="28"/>
          <w:szCs w:val="28"/>
        </w:rPr>
        <w:t xml:space="preserve">где: ФОТ </w:t>
      </w:r>
      <w:r w:rsidRPr="00E019E3">
        <w:rPr>
          <w:i/>
          <w:spacing w:val="-5"/>
          <w:sz w:val="24"/>
          <w:szCs w:val="24"/>
        </w:rPr>
        <w:t>год.</w:t>
      </w:r>
      <w:r>
        <w:rPr>
          <w:spacing w:val="-5"/>
          <w:sz w:val="28"/>
          <w:szCs w:val="28"/>
        </w:rPr>
        <w:t xml:space="preserve"> - фонд оплаты труда работников в год;</w:t>
      </w:r>
    </w:p>
    <w:p w:rsidR="007D582F" w:rsidRDefault="007D582F" w:rsidP="00446F52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>
        <w:rPr>
          <w:spacing w:val="-3"/>
          <w:sz w:val="28"/>
          <w:szCs w:val="28"/>
        </w:rPr>
        <w:t xml:space="preserve">мз.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7D582F" w:rsidRDefault="007D582F" w:rsidP="00446F52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>
        <w:rPr>
          <w:b/>
          <w:bCs/>
          <w:spacing w:val="-4"/>
          <w:sz w:val="28"/>
          <w:szCs w:val="28"/>
        </w:rPr>
        <w:t xml:space="preserve">мз. = </w:t>
      </w:r>
      <w:r>
        <w:rPr>
          <w:b/>
          <w:bCs/>
          <w:spacing w:val="-5"/>
          <w:sz w:val="28"/>
          <w:szCs w:val="28"/>
        </w:rPr>
        <w:t>ФОТ</w:t>
      </w:r>
      <w:r w:rsidRPr="00E019E3">
        <w:rPr>
          <w:bCs/>
          <w:i/>
          <w:spacing w:val="-5"/>
          <w:sz w:val="24"/>
          <w:szCs w:val="24"/>
        </w:rPr>
        <w:t>год</w:t>
      </w:r>
      <w:r>
        <w:rPr>
          <w:b/>
          <w:bCs/>
          <w:spacing w:val="-4"/>
          <w:sz w:val="28"/>
          <w:szCs w:val="28"/>
        </w:rPr>
        <w:t>x 3%</w:t>
      </w:r>
      <w:r>
        <w:rPr>
          <w:spacing w:val="-4"/>
          <w:sz w:val="28"/>
          <w:szCs w:val="28"/>
        </w:rPr>
        <w:t>,</w:t>
      </w:r>
    </w:p>
    <w:p w:rsidR="007D582F" w:rsidRDefault="007D582F" w:rsidP="005378D7">
      <w:pPr>
        <w:shd w:val="clear" w:color="auto" w:fill="FFFFFF"/>
        <w:spacing w:before="312" w:line="307" w:lineRule="exact"/>
        <w:ind w:right="5" w:firstLine="710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>где:</w:t>
      </w: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  <w:r w:rsidRPr="005378D7">
        <w:rPr>
          <w:b/>
          <w:i/>
          <w:spacing w:val="-4"/>
          <w:sz w:val="28"/>
          <w:szCs w:val="28"/>
        </w:rPr>
        <w:t xml:space="preserve"> - </w:t>
      </w:r>
      <w:r>
        <w:rPr>
          <w:spacing w:val="-4"/>
          <w:sz w:val="28"/>
          <w:szCs w:val="28"/>
        </w:rPr>
        <w:t xml:space="preserve">коэффициент затрат </w:t>
      </w:r>
      <w:r>
        <w:rPr>
          <w:spacing w:val="-6"/>
          <w:sz w:val="28"/>
          <w:szCs w:val="28"/>
        </w:rPr>
        <w:t>определяемая по формуле:</w:t>
      </w:r>
    </w:p>
    <w:p w:rsidR="007D582F" w:rsidRPr="00F43C5D" w:rsidRDefault="007D582F" w:rsidP="005378D7">
      <w:pPr>
        <w:shd w:val="clear" w:color="auto" w:fill="FFFFFF"/>
        <w:spacing w:before="312" w:line="307" w:lineRule="exact"/>
        <w:ind w:right="5" w:firstLine="710"/>
        <w:jc w:val="both"/>
        <w:rPr>
          <w:sz w:val="28"/>
          <w:szCs w:val="28"/>
        </w:rPr>
      </w:pPr>
      <w:r w:rsidRPr="005378D7">
        <w:rPr>
          <w:b/>
          <w:bCs/>
          <w:i/>
          <w:spacing w:val="-4"/>
          <w:sz w:val="28"/>
          <w:szCs w:val="28"/>
          <w:lang w:val="en-US"/>
        </w:rPr>
        <w:t>K</w:t>
      </w:r>
      <w:r w:rsidRPr="005378D7">
        <w:rPr>
          <w:b/>
          <w:bCs/>
          <w:spacing w:val="-4"/>
          <w:sz w:val="24"/>
          <w:szCs w:val="24"/>
        </w:rPr>
        <w:t>з</w:t>
      </w:r>
      <w:r w:rsidRPr="00F43C5D">
        <w:rPr>
          <w:b/>
          <w:bCs/>
          <w:spacing w:val="-4"/>
          <w:sz w:val="28"/>
          <w:szCs w:val="28"/>
        </w:rPr>
        <w:t>=Общие расходы бюджета поселения/Общие расходы консолидированного бюджета</w:t>
      </w:r>
    </w:p>
    <w:p w:rsidR="007D582F" w:rsidRPr="00E019E3" w:rsidRDefault="007D582F" w:rsidP="006940C3">
      <w:pPr>
        <w:shd w:val="clear" w:color="auto" w:fill="FFFFFF"/>
        <w:spacing w:line="307" w:lineRule="exact"/>
        <w:ind w:left="715"/>
      </w:pPr>
    </w:p>
    <w:p w:rsidR="007D582F" w:rsidRPr="00E019E3" w:rsidRDefault="007D582F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7D582F" w:rsidRPr="00E019E3" w:rsidRDefault="007D582F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7D582F" w:rsidRDefault="007D582F" w:rsidP="00382A95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Размер </w:t>
      </w:r>
    </w:p>
    <w:p w:rsidR="007D582F" w:rsidRPr="00382A95" w:rsidRDefault="007D582F" w:rsidP="00382A95">
      <w:pPr>
        <w:shd w:val="clear" w:color="auto" w:fill="FFFFFF"/>
        <w:jc w:val="center"/>
        <w:rPr>
          <w:b/>
          <w:bCs/>
          <w:sz w:val="28"/>
          <w:szCs w:val="28"/>
        </w:rPr>
      </w:pPr>
      <w:r w:rsidRPr="00382A95">
        <w:rPr>
          <w:b/>
          <w:bCs/>
          <w:spacing w:val="-1"/>
          <w:sz w:val="28"/>
          <w:szCs w:val="28"/>
        </w:rPr>
        <w:t xml:space="preserve">иных межбюджетных трансфертов, предоставляемых из бюджета </w:t>
      </w:r>
      <w:r w:rsidRPr="00382A95"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</w:p>
    <w:p w:rsidR="007D582F" w:rsidRPr="00382A95" w:rsidRDefault="007D582F" w:rsidP="00945694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осуществление полномочий по  муниципальному жилищному контролю на территории Мглинского городского поселения Мглинского муниципального района Брянской области</w:t>
      </w:r>
    </w:p>
    <w:p w:rsidR="007D582F" w:rsidRPr="00382A95" w:rsidRDefault="007D582F" w:rsidP="00382A95">
      <w:pPr>
        <w:shd w:val="clear" w:color="auto" w:fill="FFFFFF"/>
        <w:jc w:val="center"/>
        <w:rPr>
          <w:sz w:val="28"/>
          <w:szCs w:val="28"/>
        </w:rPr>
      </w:pPr>
    </w:p>
    <w:p w:rsidR="007D582F" w:rsidRPr="00382A95" w:rsidRDefault="007D582F" w:rsidP="00382A95">
      <w:pPr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4536"/>
        <w:gridCol w:w="1843"/>
        <w:gridCol w:w="2698"/>
      </w:tblGrid>
      <w:tr w:rsidR="007D582F" w:rsidRPr="00382A95" w:rsidTr="00D62567">
        <w:trPr>
          <w:trHeight w:val="91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№</w:t>
            </w:r>
          </w:p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Численность</w:t>
            </w:r>
          </w:p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Населения</w:t>
            </w:r>
            <w:r>
              <w:rPr>
                <w:bCs/>
                <w:sz w:val="28"/>
                <w:szCs w:val="28"/>
              </w:rPr>
              <w:t>, чел.</w:t>
            </w:r>
          </w:p>
        </w:tc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Сумма иных</w:t>
            </w:r>
          </w:p>
          <w:p w:rsidR="007D582F" w:rsidRPr="00382A95" w:rsidRDefault="007D582F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 xml:space="preserve">межбюджетных трансфертов, </w:t>
            </w:r>
          </w:p>
          <w:p w:rsidR="007D582F" w:rsidRPr="00382A95" w:rsidRDefault="007D582F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82A95">
              <w:rPr>
                <w:bCs/>
                <w:sz w:val="28"/>
                <w:szCs w:val="28"/>
              </w:rPr>
              <w:t>рублей в год</w:t>
            </w:r>
            <w:r>
              <w:rPr>
                <w:bCs/>
                <w:sz w:val="28"/>
                <w:szCs w:val="28"/>
              </w:rPr>
              <w:t>, руб.</w:t>
            </w:r>
          </w:p>
        </w:tc>
      </w:tr>
      <w:tr w:rsidR="007D582F" w:rsidRPr="00382A95" w:rsidTr="00E77761">
        <w:trPr>
          <w:trHeight w:hRule="exact" w:val="370"/>
        </w:trPr>
        <w:tc>
          <w:tcPr>
            <w:tcW w:w="57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sz w:val="28"/>
                <w:szCs w:val="28"/>
              </w:rPr>
              <w:t>1</w:t>
            </w:r>
          </w:p>
          <w:p w:rsidR="007D582F" w:rsidRPr="00382A95" w:rsidRDefault="007D582F" w:rsidP="00382A95">
            <w:pPr>
              <w:rPr>
                <w:sz w:val="28"/>
                <w:szCs w:val="28"/>
              </w:rPr>
            </w:pPr>
          </w:p>
          <w:p w:rsidR="007D582F" w:rsidRPr="00382A95" w:rsidRDefault="007D582F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7D582F" w:rsidRPr="00382A95" w:rsidTr="00984CE3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 w:rsidRPr="00382A95"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7913,78</w:t>
            </w:r>
          </w:p>
        </w:tc>
      </w:tr>
      <w:tr w:rsidR="007D582F" w:rsidRPr="00382A95" w:rsidTr="00984CE3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82F" w:rsidRPr="00382A95" w:rsidRDefault="007D582F" w:rsidP="00382A95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7D582F" w:rsidRDefault="007D582F" w:rsidP="00446F52"/>
    <w:p w:rsidR="007D582F" w:rsidRDefault="007D582F" w:rsidP="00446F52">
      <w:pPr>
        <w:shd w:val="clear" w:color="auto" w:fill="FFFFFF"/>
        <w:spacing w:line="322" w:lineRule="exact"/>
        <w:ind w:left="14" w:right="10"/>
        <w:jc w:val="both"/>
        <w:rPr>
          <w:spacing w:val="-1"/>
          <w:sz w:val="28"/>
          <w:szCs w:val="28"/>
        </w:rPr>
      </w:pPr>
    </w:p>
    <w:sectPr w:rsidR="007D582F" w:rsidSect="00C859F9">
      <w:pgSz w:w="11909" w:h="16834"/>
      <w:pgMar w:top="1440" w:right="887" w:bottom="720" w:left="97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82F" w:rsidRDefault="007D582F" w:rsidP="00041ADB">
      <w:r>
        <w:separator/>
      </w:r>
    </w:p>
  </w:endnote>
  <w:endnote w:type="continuationSeparator" w:id="1">
    <w:p w:rsidR="007D582F" w:rsidRDefault="007D582F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82F" w:rsidRDefault="007D582F" w:rsidP="00041ADB">
      <w:r>
        <w:separator/>
      </w:r>
    </w:p>
  </w:footnote>
  <w:footnote w:type="continuationSeparator" w:id="1">
    <w:p w:rsidR="007D582F" w:rsidRDefault="007D582F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65849"/>
    <w:rsid w:val="000720BC"/>
    <w:rsid w:val="000721FA"/>
    <w:rsid w:val="000975FF"/>
    <w:rsid w:val="000977A5"/>
    <w:rsid w:val="00097E6C"/>
    <w:rsid w:val="000A29DD"/>
    <w:rsid w:val="000D54C5"/>
    <w:rsid w:val="000F6AD1"/>
    <w:rsid w:val="00114B94"/>
    <w:rsid w:val="001564D4"/>
    <w:rsid w:val="001862CE"/>
    <w:rsid w:val="001C19F5"/>
    <w:rsid w:val="0020768E"/>
    <w:rsid w:val="00242717"/>
    <w:rsid w:val="00251E77"/>
    <w:rsid w:val="002568D6"/>
    <w:rsid w:val="002A6DF1"/>
    <w:rsid w:val="002B743B"/>
    <w:rsid w:val="00322DEE"/>
    <w:rsid w:val="00327903"/>
    <w:rsid w:val="00330C4C"/>
    <w:rsid w:val="003350BB"/>
    <w:rsid w:val="00340443"/>
    <w:rsid w:val="00357D24"/>
    <w:rsid w:val="00372C44"/>
    <w:rsid w:val="00382A95"/>
    <w:rsid w:val="00386FFF"/>
    <w:rsid w:val="003B7BF5"/>
    <w:rsid w:val="003C1BA8"/>
    <w:rsid w:val="003D2852"/>
    <w:rsid w:val="003F2F6D"/>
    <w:rsid w:val="0042618D"/>
    <w:rsid w:val="00446F52"/>
    <w:rsid w:val="004D57D1"/>
    <w:rsid w:val="004E1468"/>
    <w:rsid w:val="0051657C"/>
    <w:rsid w:val="00527E8B"/>
    <w:rsid w:val="005378D7"/>
    <w:rsid w:val="00555936"/>
    <w:rsid w:val="00560B2E"/>
    <w:rsid w:val="005758A5"/>
    <w:rsid w:val="005C3B42"/>
    <w:rsid w:val="00606EBF"/>
    <w:rsid w:val="00625DBD"/>
    <w:rsid w:val="00667C1D"/>
    <w:rsid w:val="006940C3"/>
    <w:rsid w:val="006A0B41"/>
    <w:rsid w:val="006A26A0"/>
    <w:rsid w:val="006C55A0"/>
    <w:rsid w:val="006F723D"/>
    <w:rsid w:val="00710F33"/>
    <w:rsid w:val="00763B46"/>
    <w:rsid w:val="00790B15"/>
    <w:rsid w:val="007930DA"/>
    <w:rsid w:val="00796BFA"/>
    <w:rsid w:val="007B5251"/>
    <w:rsid w:val="007D582F"/>
    <w:rsid w:val="007E665D"/>
    <w:rsid w:val="007F5F2B"/>
    <w:rsid w:val="0082469E"/>
    <w:rsid w:val="008B1252"/>
    <w:rsid w:val="008E72B5"/>
    <w:rsid w:val="009323FE"/>
    <w:rsid w:val="0093587D"/>
    <w:rsid w:val="00941C06"/>
    <w:rsid w:val="00941F80"/>
    <w:rsid w:val="00945694"/>
    <w:rsid w:val="00967643"/>
    <w:rsid w:val="00983FE1"/>
    <w:rsid w:val="00984CE3"/>
    <w:rsid w:val="00985799"/>
    <w:rsid w:val="009C2678"/>
    <w:rsid w:val="00A0133A"/>
    <w:rsid w:val="00A22F3D"/>
    <w:rsid w:val="00A30087"/>
    <w:rsid w:val="00AB31C5"/>
    <w:rsid w:val="00AF602C"/>
    <w:rsid w:val="00B93E09"/>
    <w:rsid w:val="00BA7C8D"/>
    <w:rsid w:val="00BC3F14"/>
    <w:rsid w:val="00BF5139"/>
    <w:rsid w:val="00C237FF"/>
    <w:rsid w:val="00C25FE8"/>
    <w:rsid w:val="00C425BE"/>
    <w:rsid w:val="00C44DF2"/>
    <w:rsid w:val="00C532D4"/>
    <w:rsid w:val="00C859F9"/>
    <w:rsid w:val="00C92EDB"/>
    <w:rsid w:val="00CA5712"/>
    <w:rsid w:val="00CB2214"/>
    <w:rsid w:val="00CB674E"/>
    <w:rsid w:val="00CC3F62"/>
    <w:rsid w:val="00CC45B5"/>
    <w:rsid w:val="00CE2DA5"/>
    <w:rsid w:val="00CE4AE6"/>
    <w:rsid w:val="00CF19EC"/>
    <w:rsid w:val="00CF37BF"/>
    <w:rsid w:val="00D034B0"/>
    <w:rsid w:val="00D172E6"/>
    <w:rsid w:val="00D62567"/>
    <w:rsid w:val="00D66495"/>
    <w:rsid w:val="00D725F0"/>
    <w:rsid w:val="00D87F1A"/>
    <w:rsid w:val="00D9487D"/>
    <w:rsid w:val="00DB6CB6"/>
    <w:rsid w:val="00DE3A07"/>
    <w:rsid w:val="00E019E3"/>
    <w:rsid w:val="00E06214"/>
    <w:rsid w:val="00E07E21"/>
    <w:rsid w:val="00E25111"/>
    <w:rsid w:val="00E262B8"/>
    <w:rsid w:val="00E53F4D"/>
    <w:rsid w:val="00E55164"/>
    <w:rsid w:val="00E64BC1"/>
    <w:rsid w:val="00E66D2A"/>
    <w:rsid w:val="00E77761"/>
    <w:rsid w:val="00E77B53"/>
    <w:rsid w:val="00ED09AA"/>
    <w:rsid w:val="00EF70BA"/>
    <w:rsid w:val="00F00B9D"/>
    <w:rsid w:val="00F2135C"/>
    <w:rsid w:val="00F3652E"/>
    <w:rsid w:val="00F43C5D"/>
    <w:rsid w:val="00F65623"/>
    <w:rsid w:val="00F84BBA"/>
    <w:rsid w:val="00F8624A"/>
    <w:rsid w:val="00F9227B"/>
    <w:rsid w:val="00F96295"/>
    <w:rsid w:val="00FF3B1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character" w:customStyle="1" w:styleId="TitleChar">
    <w:name w:val="Title Char"/>
    <w:basedOn w:val="DefaultParagraphFont"/>
    <w:link w:val="Title"/>
    <w:uiPriority w:val="99"/>
    <w:locked/>
    <w:rsid w:val="00763B46"/>
    <w:rPr>
      <w:rFonts w:cs="Times New Roman"/>
      <w:b/>
      <w:sz w:val="56"/>
      <w:lang w:val="ru-RU" w:eastAsia="ru-RU" w:bidi="ar-SA"/>
    </w:rPr>
  </w:style>
  <w:style w:type="paragraph" w:styleId="Title">
    <w:name w:val="Title"/>
    <w:basedOn w:val="Normal"/>
    <w:link w:val="TitleChar"/>
    <w:uiPriority w:val="99"/>
    <w:qFormat/>
    <w:locked/>
    <w:rsid w:val="00763B46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1">
    <w:name w:val="Title Char1"/>
    <w:basedOn w:val="DefaultParagraphFont"/>
    <w:link w:val="Title"/>
    <w:uiPriority w:val="99"/>
    <w:locked/>
    <w:rsid w:val="000720BC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63B46"/>
    <w:rPr>
      <w:rFonts w:cs="Times New Roman"/>
      <w:b/>
      <w:sz w:val="40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763B46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0720BC"/>
    <w:rPr>
      <w:rFonts w:ascii="Cambria" w:hAnsi="Cambria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63B46"/>
    <w:rPr>
      <w:rFonts w:ascii="Courier New" w:hAnsi="Courier New" w:cs="Courier New"/>
      <w:lang w:val="ru-RU" w:eastAsia="ru-RU" w:bidi="ar-SA"/>
    </w:rPr>
  </w:style>
  <w:style w:type="paragraph" w:styleId="PlainText">
    <w:name w:val="Plain Text"/>
    <w:basedOn w:val="Normal"/>
    <w:link w:val="PlainTextChar"/>
    <w:uiPriority w:val="99"/>
    <w:rsid w:val="00763B4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0720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1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457</TotalTime>
  <Pages>9</Pages>
  <Words>2320</Words>
  <Characters>13225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53</cp:revision>
  <cp:lastPrinted>2022-08-19T07:46:00Z</cp:lastPrinted>
  <dcterms:created xsi:type="dcterms:W3CDTF">2022-08-10T07:19:00Z</dcterms:created>
  <dcterms:modified xsi:type="dcterms:W3CDTF">2022-08-19T07:46:00Z</dcterms:modified>
</cp:coreProperties>
</file>